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704" w:rsidRPr="00FE0704" w:rsidRDefault="007B09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панели управления УПП</w:t>
      </w:r>
      <w:bookmarkStart w:id="0" w:name="_GoBack"/>
      <w:bookmarkEnd w:id="0"/>
      <w:r w:rsidR="00FE0704">
        <w:rPr>
          <w:rFonts w:ascii="Times New Roman" w:hAnsi="Times New Roman" w:cs="Times New Roman"/>
          <w:sz w:val="28"/>
          <w:szCs w:val="28"/>
        </w:rPr>
        <w:t xml:space="preserve"> </w:t>
      </w:r>
      <w:r w:rsidR="00FE0704">
        <w:rPr>
          <w:rFonts w:ascii="Times New Roman" w:hAnsi="Times New Roman" w:cs="Times New Roman"/>
          <w:sz w:val="28"/>
          <w:szCs w:val="28"/>
          <w:lang w:val="en-US"/>
        </w:rPr>
        <w:t>SNI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FE0704" w:rsidRPr="00FE0704" w:rsidTr="00FE0704"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Ш, мм</w:t>
            </w:r>
          </w:p>
        </w:tc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В, мм</w:t>
            </w:r>
          </w:p>
        </w:tc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Г, мм</w:t>
            </w:r>
          </w:p>
        </w:tc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Ш1, мм</w:t>
            </w:r>
          </w:p>
        </w:tc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В1, мм</w:t>
            </w:r>
          </w:p>
        </w:tc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Г1, мм</w:t>
            </w:r>
          </w:p>
        </w:tc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</w:tr>
      <w:tr w:rsidR="00FE0704" w:rsidRPr="00FE0704" w:rsidTr="00FE0704"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148.5</w:t>
            </w:r>
          </w:p>
        </w:tc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24.8</w:t>
            </w:r>
          </w:p>
        </w:tc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35" w:type="dxa"/>
          </w:tcPr>
          <w:p w:rsidR="00FE0704" w:rsidRPr="00FE0704" w:rsidRDefault="00FE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704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</w:tr>
    </w:tbl>
    <w:p w:rsidR="000108CD" w:rsidRPr="00FE0704" w:rsidRDefault="000108CD">
      <w:pPr>
        <w:rPr>
          <w:rFonts w:ascii="Times New Roman" w:hAnsi="Times New Roman" w:cs="Times New Roman"/>
          <w:sz w:val="28"/>
          <w:szCs w:val="28"/>
        </w:rPr>
      </w:pPr>
    </w:p>
    <w:sectPr w:rsidR="000108CD" w:rsidRPr="00FE0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4BB"/>
    <w:rsid w:val="000108CD"/>
    <w:rsid w:val="006324BB"/>
    <w:rsid w:val="007B0968"/>
    <w:rsid w:val="00FE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86EE"/>
  <w15:chartTrackingRefBased/>
  <w15:docId w15:val="{0C3A6384-F8C9-41EE-B3D0-19CE15F3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AE1A2755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ceh</dc:creator>
  <cp:keywords/>
  <dc:description/>
  <cp:lastModifiedBy>Уралов Дмитрий Александрович</cp:lastModifiedBy>
  <cp:revision>3</cp:revision>
  <dcterms:created xsi:type="dcterms:W3CDTF">2023-04-07T09:11:00Z</dcterms:created>
  <dcterms:modified xsi:type="dcterms:W3CDTF">2023-10-30T10:43:00Z</dcterms:modified>
</cp:coreProperties>
</file>